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D5" w:rsidRDefault="00DF10D5" w:rsidP="00540CDD">
      <w:pPr>
        <w:pStyle w:val="NoSpacing"/>
        <w:jc w:val="center"/>
        <w:rPr>
          <w:b/>
          <w:bCs/>
          <w:sz w:val="28"/>
          <w:szCs w:val="28"/>
        </w:rPr>
      </w:pPr>
    </w:p>
    <w:p w:rsidR="00DF10D5" w:rsidRPr="00D55100" w:rsidRDefault="00DF10D5" w:rsidP="00540CDD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Turkey – Lithuania Business Forum</w:t>
      </w:r>
    </w:p>
    <w:p w:rsidR="00DF10D5" w:rsidRDefault="00DF10D5" w:rsidP="00D55100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09</w:t>
      </w:r>
      <w:r w:rsidRPr="00D5510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December 2014, Conrad Hotel, Istanbul</w:t>
      </w:r>
    </w:p>
    <w:p w:rsidR="00DF10D5" w:rsidRPr="00D55100" w:rsidRDefault="00DF10D5" w:rsidP="00D55100">
      <w:pPr>
        <w:pStyle w:val="NoSpacing"/>
        <w:jc w:val="center"/>
        <w:rPr>
          <w:b/>
          <w:bCs/>
          <w:sz w:val="28"/>
          <w:szCs w:val="28"/>
        </w:rPr>
      </w:pPr>
    </w:p>
    <w:p w:rsidR="00DF10D5" w:rsidRPr="00D55100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  <w:r>
        <w:rPr>
          <w:b/>
          <w:bCs/>
        </w:rPr>
        <w:t>Firma – Kuruluş /Company - Institution</w:t>
      </w:r>
      <w:r w:rsidRPr="00D55100">
        <w:rPr>
          <w:b/>
          <w:bCs/>
        </w:rPr>
        <w:t xml:space="preserve"> : </w:t>
      </w:r>
    </w:p>
    <w:p w:rsidR="00DF10D5" w:rsidRPr="00D55100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  <w:bookmarkStart w:id="0" w:name="_GoBack"/>
      <w:bookmarkEnd w:id="0"/>
    </w:p>
    <w:p w:rsidR="00DF10D5" w:rsidRPr="00D55100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  <w:r>
        <w:rPr>
          <w:b/>
          <w:bCs/>
        </w:rPr>
        <w:t xml:space="preserve">Faaliyet Alanı / </w:t>
      </w:r>
      <w:r w:rsidRPr="00D55100">
        <w:rPr>
          <w:b/>
          <w:bCs/>
        </w:rPr>
        <w:t xml:space="preserve">Field of Activity </w:t>
      </w:r>
      <w:r>
        <w:rPr>
          <w:b/>
          <w:bCs/>
        </w:rPr>
        <w:t>:</w:t>
      </w:r>
    </w:p>
    <w:p w:rsidR="00DF10D5" w:rsidRPr="00D55100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</w:p>
    <w:p w:rsidR="00DF10D5" w:rsidRPr="00D55100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  <w:r>
        <w:rPr>
          <w:b/>
          <w:bCs/>
        </w:rPr>
        <w:t xml:space="preserve">Temsilci İsmi / Name of the </w:t>
      </w:r>
      <w:r w:rsidRPr="00D55100">
        <w:rPr>
          <w:b/>
          <w:bCs/>
        </w:rPr>
        <w:t>Representative :</w:t>
      </w:r>
      <w:r w:rsidRPr="00D55100">
        <w:rPr>
          <w:b/>
          <w:bCs/>
        </w:rPr>
        <w:tab/>
      </w:r>
      <w:r w:rsidRPr="00D55100">
        <w:rPr>
          <w:b/>
          <w:bCs/>
        </w:rPr>
        <w:tab/>
      </w:r>
      <w:r w:rsidRPr="00D55100">
        <w:rPr>
          <w:b/>
          <w:bCs/>
        </w:rPr>
        <w:tab/>
      </w:r>
      <w:r w:rsidRPr="00D55100">
        <w:rPr>
          <w:b/>
          <w:bCs/>
        </w:rPr>
        <w:tab/>
      </w:r>
      <w:r w:rsidRPr="00D55100">
        <w:rPr>
          <w:b/>
          <w:bCs/>
        </w:rPr>
        <w:tab/>
      </w:r>
    </w:p>
    <w:p w:rsidR="00DF10D5" w:rsidRPr="00D55100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</w:p>
    <w:p w:rsidR="00DF10D5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  <w:r>
        <w:rPr>
          <w:b/>
          <w:bCs/>
        </w:rPr>
        <w:t xml:space="preserve">Temsilci Ünvanı / </w:t>
      </w:r>
      <w:r w:rsidRPr="00D55100">
        <w:rPr>
          <w:b/>
          <w:bCs/>
        </w:rPr>
        <w:t xml:space="preserve">Title of the Representative: </w:t>
      </w:r>
    </w:p>
    <w:p w:rsidR="00DF10D5" w:rsidRPr="00D55100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</w:p>
    <w:p w:rsidR="00DF10D5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  <w:r>
        <w:rPr>
          <w:b/>
          <w:bCs/>
        </w:rPr>
        <w:t xml:space="preserve">Tel / </w:t>
      </w:r>
      <w:r w:rsidRPr="00D55100">
        <w:rPr>
          <w:b/>
          <w:bCs/>
        </w:rPr>
        <w:t xml:space="preserve">Phone :                                          </w:t>
      </w:r>
      <w:r w:rsidRPr="00D55100">
        <w:rPr>
          <w:b/>
          <w:bCs/>
        </w:rPr>
        <w:tab/>
      </w:r>
      <w:r w:rsidRPr="00D55100">
        <w:rPr>
          <w:b/>
          <w:bCs/>
        </w:rPr>
        <w:tab/>
        <w:t xml:space="preserve">Fax: </w:t>
      </w:r>
    </w:p>
    <w:p w:rsidR="00DF10D5" w:rsidRPr="00D55100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</w:p>
    <w:p w:rsidR="00DF10D5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  <w:r w:rsidRPr="00D55100">
        <w:rPr>
          <w:b/>
          <w:bCs/>
        </w:rPr>
        <w:t xml:space="preserve">E-Mail : </w:t>
      </w:r>
    </w:p>
    <w:p w:rsidR="00DF10D5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</w:p>
    <w:p w:rsidR="00DF10D5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  <w:r>
        <w:rPr>
          <w:b/>
          <w:bCs/>
        </w:rPr>
        <w:t xml:space="preserve">İkili görüşme gerçekleştirmek istenen firmalar / List of companies for B2B meetings: </w:t>
      </w:r>
    </w:p>
    <w:p w:rsidR="00DF10D5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</w:p>
    <w:p w:rsidR="00DF10D5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</w:p>
    <w:p w:rsidR="00DF10D5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</w:p>
    <w:p w:rsidR="00DF10D5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</w:p>
    <w:p w:rsidR="00DF10D5" w:rsidRPr="00D55100" w:rsidRDefault="00DF10D5" w:rsidP="00D55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rPr>
          <w:b/>
          <w:bCs/>
        </w:rPr>
      </w:pPr>
    </w:p>
    <w:p w:rsidR="00DF10D5" w:rsidRDefault="00DF10D5" w:rsidP="00CC644B">
      <w:pPr>
        <w:jc w:val="both"/>
        <w:rPr>
          <w:color w:val="000000"/>
        </w:rPr>
      </w:pPr>
      <w:r w:rsidRPr="00D55100">
        <w:rPr>
          <w:b/>
          <w:bCs/>
        </w:rPr>
        <w:t>Not:</w:t>
      </w:r>
      <w:r w:rsidRPr="00D55100">
        <w:t xml:space="preserve"> </w:t>
      </w:r>
    </w:p>
    <w:p w:rsidR="00DF10D5" w:rsidRDefault="00DF10D5" w:rsidP="00D55100">
      <w:pPr>
        <w:jc w:val="both"/>
      </w:pPr>
      <w:r w:rsidRPr="00654288">
        <w:t>“Türk</w:t>
      </w:r>
      <w:r>
        <w:t>iye – Litvanya</w:t>
      </w:r>
      <w:r w:rsidRPr="00654288">
        <w:t xml:space="preserve"> İş Forumu”</w:t>
      </w:r>
      <w:r>
        <w:t xml:space="preserve"> kapsamınd</w:t>
      </w:r>
      <w:r w:rsidRPr="00654288">
        <w:t xml:space="preserve">a düzenlenecek </w:t>
      </w:r>
      <w:r>
        <w:t xml:space="preserve">ikili firma görüşmeleri için, görüşmek istediğiniz firma ismini lütfen belirtiniz. </w:t>
      </w:r>
    </w:p>
    <w:p w:rsidR="00DF10D5" w:rsidRDefault="00DF10D5" w:rsidP="00D55100">
      <w:pPr>
        <w:jc w:val="both"/>
        <w:rPr>
          <w:u w:val="single"/>
        </w:rPr>
      </w:pPr>
      <w:r w:rsidRPr="00D64525">
        <w:rPr>
          <w:u w:val="single"/>
        </w:rPr>
        <w:t>Toplantıda Türkçe</w:t>
      </w:r>
      <w:r>
        <w:rPr>
          <w:u w:val="single"/>
        </w:rPr>
        <w:t xml:space="preserve"> </w:t>
      </w:r>
      <w:r w:rsidRPr="00D64525">
        <w:rPr>
          <w:u w:val="single"/>
        </w:rPr>
        <w:t>-</w:t>
      </w:r>
      <w:r>
        <w:rPr>
          <w:u w:val="single"/>
        </w:rPr>
        <w:t xml:space="preserve"> İngilizce</w:t>
      </w:r>
      <w:r w:rsidRPr="00D64525">
        <w:rPr>
          <w:u w:val="single"/>
        </w:rPr>
        <w:t xml:space="preserve"> simultane tercüme hizmeti sağlanacaktır.</w:t>
      </w:r>
      <w:r>
        <w:rPr>
          <w:u w:val="single"/>
        </w:rPr>
        <w:t xml:space="preserve">  </w:t>
      </w:r>
    </w:p>
    <w:p w:rsidR="00DF10D5" w:rsidRPr="00D55100" w:rsidRDefault="00DF10D5" w:rsidP="00D55100">
      <w:pPr>
        <w:jc w:val="both"/>
      </w:pPr>
    </w:p>
    <w:p w:rsidR="00DF10D5" w:rsidRDefault="00DF10D5" w:rsidP="00254D5B">
      <w:pPr>
        <w:pStyle w:val="NoSpacing"/>
        <w:rPr>
          <w:b/>
          <w:bCs/>
          <w:sz w:val="20"/>
          <w:szCs w:val="20"/>
        </w:rPr>
      </w:pPr>
    </w:p>
    <w:p w:rsidR="00DF10D5" w:rsidRDefault="00DF10D5" w:rsidP="00254D5B">
      <w:pPr>
        <w:pStyle w:val="NoSpacing"/>
        <w:rPr>
          <w:b/>
          <w:bCs/>
          <w:sz w:val="20"/>
          <w:szCs w:val="20"/>
        </w:rPr>
      </w:pPr>
    </w:p>
    <w:p w:rsidR="00DF10D5" w:rsidRDefault="00DF10D5" w:rsidP="00254D5B">
      <w:pPr>
        <w:pStyle w:val="NoSpacing"/>
        <w:rPr>
          <w:b/>
          <w:bCs/>
          <w:sz w:val="20"/>
          <w:szCs w:val="20"/>
        </w:rPr>
      </w:pPr>
    </w:p>
    <w:p w:rsidR="00DF10D5" w:rsidRDefault="00DF10D5" w:rsidP="00254D5B">
      <w:pPr>
        <w:pStyle w:val="NoSpacing"/>
        <w:rPr>
          <w:b/>
          <w:bCs/>
          <w:sz w:val="20"/>
          <w:szCs w:val="20"/>
        </w:rPr>
      </w:pPr>
    </w:p>
    <w:p w:rsidR="00DF10D5" w:rsidRDefault="00DF10D5" w:rsidP="00254D5B">
      <w:pPr>
        <w:pStyle w:val="NoSpacing"/>
        <w:rPr>
          <w:b/>
          <w:bCs/>
          <w:sz w:val="20"/>
          <w:szCs w:val="20"/>
        </w:rPr>
      </w:pPr>
    </w:p>
    <w:p w:rsidR="00DF10D5" w:rsidRDefault="00DF10D5" w:rsidP="00254D5B">
      <w:pPr>
        <w:pStyle w:val="NoSpacing"/>
        <w:rPr>
          <w:b/>
          <w:bCs/>
          <w:sz w:val="20"/>
          <w:szCs w:val="20"/>
        </w:rPr>
      </w:pPr>
    </w:p>
    <w:p w:rsidR="00DF10D5" w:rsidRDefault="00DF10D5" w:rsidP="00254D5B">
      <w:pPr>
        <w:pStyle w:val="NoSpacing"/>
      </w:pPr>
    </w:p>
    <w:p w:rsidR="00DF10D5" w:rsidRPr="00D55100" w:rsidRDefault="00DF10D5" w:rsidP="00254D5B">
      <w:pPr>
        <w:pStyle w:val="NoSpacing"/>
      </w:pPr>
    </w:p>
    <w:sectPr w:rsidR="00DF10D5" w:rsidRPr="00D55100" w:rsidSect="00682236">
      <w:pgSz w:w="11906" w:h="16838"/>
      <w:pgMar w:top="720" w:right="720" w:bottom="720" w:left="720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CDD"/>
    <w:rsid w:val="000B64EB"/>
    <w:rsid w:val="00126E79"/>
    <w:rsid w:val="00156DA5"/>
    <w:rsid w:val="0019482D"/>
    <w:rsid w:val="001C43BE"/>
    <w:rsid w:val="00200C77"/>
    <w:rsid w:val="00237DC7"/>
    <w:rsid w:val="00251E49"/>
    <w:rsid w:val="00254D5B"/>
    <w:rsid w:val="00255FD1"/>
    <w:rsid w:val="00264EE0"/>
    <w:rsid w:val="00272312"/>
    <w:rsid w:val="00285028"/>
    <w:rsid w:val="002F58B1"/>
    <w:rsid w:val="0031217E"/>
    <w:rsid w:val="003D1198"/>
    <w:rsid w:val="004205B0"/>
    <w:rsid w:val="004549B3"/>
    <w:rsid w:val="004E7C9C"/>
    <w:rsid w:val="004F13CE"/>
    <w:rsid w:val="00540CDD"/>
    <w:rsid w:val="00543928"/>
    <w:rsid w:val="00570038"/>
    <w:rsid w:val="0059109E"/>
    <w:rsid w:val="005B75AA"/>
    <w:rsid w:val="005C34C3"/>
    <w:rsid w:val="005D48F4"/>
    <w:rsid w:val="00654288"/>
    <w:rsid w:val="00672D5D"/>
    <w:rsid w:val="00682236"/>
    <w:rsid w:val="006A5C69"/>
    <w:rsid w:val="006D37B6"/>
    <w:rsid w:val="006F3264"/>
    <w:rsid w:val="0076079C"/>
    <w:rsid w:val="00823E8B"/>
    <w:rsid w:val="00973B6C"/>
    <w:rsid w:val="00987B0A"/>
    <w:rsid w:val="009B3F5B"/>
    <w:rsid w:val="00A50812"/>
    <w:rsid w:val="00B33BE6"/>
    <w:rsid w:val="00BC2416"/>
    <w:rsid w:val="00BE26C9"/>
    <w:rsid w:val="00CA7151"/>
    <w:rsid w:val="00CC644B"/>
    <w:rsid w:val="00CC7FB9"/>
    <w:rsid w:val="00D04107"/>
    <w:rsid w:val="00D12C94"/>
    <w:rsid w:val="00D44849"/>
    <w:rsid w:val="00D55100"/>
    <w:rsid w:val="00D612BE"/>
    <w:rsid w:val="00D64525"/>
    <w:rsid w:val="00D762C6"/>
    <w:rsid w:val="00D850ED"/>
    <w:rsid w:val="00DF10D5"/>
    <w:rsid w:val="00E01E1A"/>
    <w:rsid w:val="00E3471E"/>
    <w:rsid w:val="00E35C16"/>
    <w:rsid w:val="00E4556C"/>
    <w:rsid w:val="00E637F1"/>
    <w:rsid w:val="00EF702D"/>
    <w:rsid w:val="00F01230"/>
    <w:rsid w:val="00F01A8B"/>
    <w:rsid w:val="00F5534D"/>
    <w:rsid w:val="00F67D40"/>
    <w:rsid w:val="00F77D21"/>
    <w:rsid w:val="00F9788F"/>
    <w:rsid w:val="00FC5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02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40CDD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D551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97</Words>
  <Characters>554</Characters>
  <Application>Microsoft Office Outlook</Application>
  <DocSecurity>0</DocSecurity>
  <Lines>0</Lines>
  <Paragraphs>0</Paragraphs>
  <ScaleCrop>false</ScaleCrop>
  <Company>DEIK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Turkey – Lithuania Business Forum</dc:title>
  <dc:subject/>
  <dc:creator>Dilek Tuna</dc:creator>
  <cp:keywords/>
  <dc:description/>
  <cp:lastModifiedBy>fundaa</cp:lastModifiedBy>
  <cp:revision>2</cp:revision>
  <cp:lastPrinted>2014-01-02T12:51:00Z</cp:lastPrinted>
  <dcterms:created xsi:type="dcterms:W3CDTF">2014-11-28T09:08:00Z</dcterms:created>
  <dcterms:modified xsi:type="dcterms:W3CDTF">2014-11-28T09:08:00Z</dcterms:modified>
</cp:coreProperties>
</file>